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4168A5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E72649" w:rsidRDefault="00E72649" w:rsidP="00374A16">
      <w:pPr>
        <w:spacing w:after="120" w:line="240" w:lineRule="auto"/>
        <w:ind w:left="4536"/>
        <w:rPr>
          <w:rFonts w:cs="Arial"/>
        </w:rPr>
      </w:pPr>
    </w:p>
    <w:sectPr w:rsidR="00E72649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E72649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E72649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7C539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Gabar’Ronde</w:t>
                          </w:r>
                        </w:p>
                        <w:p w:rsidR="00256C33" w:rsidRDefault="007C539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7 rue Joliot Curie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7C5395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250 LA MENITRE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7C5395" w:rsidRPr="00770691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ma-gabarronde-</w:t>
                            </w:r>
                            <w:r w:rsidR="007C5395" w:rsidRPr="00770691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7C539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44 43 55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89130F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7C5395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00759</w:t>
                          </w:r>
                        </w:p>
                        <w:p w:rsidR="00256C33" w:rsidRPr="00BD52B4" w:rsidRDefault="004168A5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Gabar’Ronde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7C539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Gabar’Ronde</w:t>
                    </w:r>
                  </w:p>
                  <w:p w:rsidR="00256C33" w:rsidRDefault="007C539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7 rue Joliot Curie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7C5395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250 LA MENITRE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7C5395" w:rsidRPr="00770691">
                        <w:rPr>
                          <w:rStyle w:val="Lienhypertexte"/>
                          <w:sz w:val="16"/>
                          <w:szCs w:val="16"/>
                        </w:rPr>
                        <w:t>ma-gabarronde-</w:t>
                      </w:r>
                      <w:r w:rsidR="007C5395" w:rsidRPr="00770691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7C539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44 43 55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89130F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7C5395">
                      <w:rPr>
                        <w:color w:val="878786"/>
                        <w:sz w:val="12"/>
                        <w:szCs w:val="12"/>
                      </w:rPr>
                      <w:t xml:space="preserve"> 00759</w:t>
                    </w:r>
                  </w:p>
                  <w:p w:rsidR="00256C33" w:rsidRPr="00BD52B4" w:rsidRDefault="004168A5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Gabar’Ronde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89130F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89130F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168A5"/>
    <w:rsid w:val="0043337D"/>
    <w:rsid w:val="0047644D"/>
    <w:rsid w:val="004A2B95"/>
    <w:rsid w:val="004A7E93"/>
    <w:rsid w:val="004B2378"/>
    <w:rsid w:val="004C5817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C5395"/>
    <w:rsid w:val="007F2455"/>
    <w:rsid w:val="00817885"/>
    <w:rsid w:val="00825D8D"/>
    <w:rsid w:val="0084285C"/>
    <w:rsid w:val="00864099"/>
    <w:rsid w:val="0089130F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49B5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7264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69A70C0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gabarronde-pdl@vyv3.fr" TargetMode="External"/><Relationship Id="rId1" Type="http://schemas.openxmlformats.org/officeDocument/2006/relationships/hyperlink" Target="mailto:ma-gabarrond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schemas.microsoft.com/office/2006/documentManagement/types"/>
    <ds:schemaRef ds:uri="14d88cad-2694-4fc8-ba0f-2537f7b00320"/>
    <ds:schemaRef ds:uri="http://schemas.microsoft.com/office/infopath/2007/PartnerControls"/>
    <ds:schemaRef ds:uri="b7fc1b99-8ebe-4374-9cc1-f5204f903109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F8BD86-1111-4D2B-9979-5E4D9EE09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3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2023-12-19T11:11:00Z</dcterms:created>
  <dcterms:modified xsi:type="dcterms:W3CDTF">2024-01-03T14:35:00Z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